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4A5" w:rsidRDefault="00FF54A5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CHEMICAL OR PHYSICAL CHANGE LAB</w:t>
      </w:r>
      <w:r w:rsidR="000A6886">
        <w:rPr>
          <w:b/>
          <w:bCs/>
          <w:u w:val="single"/>
          <w:lang w:val="en-US"/>
        </w:rPr>
        <w:t xml:space="preserve"> V4</w:t>
      </w:r>
    </w:p>
    <w:p w:rsidR="00FF54A5" w:rsidRDefault="00FF54A5">
      <w:pPr>
        <w:rPr>
          <w:lang w:val="en-US"/>
        </w:rPr>
      </w:pPr>
    </w:p>
    <w:p w:rsidR="00FF54A5" w:rsidRDefault="00FF54A5">
      <w:pPr>
        <w:rPr>
          <w:lang w:val="en-US"/>
        </w:rPr>
      </w:pPr>
      <w:r>
        <w:rPr>
          <w:lang w:val="en-US"/>
        </w:rPr>
        <w:t>Name: ______________________</w:t>
      </w:r>
      <w:r>
        <w:rPr>
          <w:lang w:val="en-US"/>
        </w:rPr>
        <w:tab/>
      </w:r>
      <w:r>
        <w:rPr>
          <w:lang w:val="en-US"/>
        </w:rPr>
        <w:tab/>
        <w:t>Partner(s) Name: ___________________</w:t>
      </w:r>
    </w:p>
    <w:p w:rsidR="00E55A89" w:rsidRDefault="00C92A07" w:rsidP="00C92A07">
      <w:pPr>
        <w:rPr>
          <w:lang w:val="en-US"/>
        </w:rPr>
      </w:pPr>
      <w:r>
        <w:rPr>
          <w:lang w:val="en-US"/>
        </w:rPr>
        <w:tab/>
      </w:r>
    </w:p>
    <w:p w:rsidR="00E55A89" w:rsidRDefault="00E55A89" w:rsidP="00E55A89">
      <w:pPr>
        <w:rPr>
          <w:lang w:val="en-US"/>
        </w:rPr>
      </w:pPr>
      <w:r w:rsidRPr="00E55A89">
        <w:rPr>
          <w:b/>
          <w:lang w:val="en-US"/>
        </w:rPr>
        <w:t>Purpose:</w:t>
      </w:r>
      <w:r>
        <w:rPr>
          <w:lang w:val="en-US"/>
        </w:rPr>
        <w:t xml:space="preserve"> </w:t>
      </w:r>
    </w:p>
    <w:p w:rsidR="00E55A89" w:rsidRDefault="00E55A89" w:rsidP="00E55A89">
      <w:pPr>
        <w:rPr>
          <w:lang w:val="en-US"/>
        </w:rPr>
      </w:pPr>
      <w:r>
        <w:rPr>
          <w:lang w:val="en-US"/>
        </w:rPr>
        <w:t xml:space="preserve">To observe the </w:t>
      </w:r>
      <w:r w:rsidRPr="00E55A89">
        <w:rPr>
          <w:b/>
          <w:lang w:val="en-US"/>
        </w:rPr>
        <w:t xml:space="preserve">physical and chemical properties </w:t>
      </w:r>
      <w:r>
        <w:rPr>
          <w:lang w:val="en-US"/>
        </w:rPr>
        <w:t xml:space="preserve">of substances and determine if any </w:t>
      </w:r>
      <w:r w:rsidRPr="00E55A89">
        <w:rPr>
          <w:b/>
          <w:lang w:val="en-US"/>
        </w:rPr>
        <w:t>physical or chemical changes occur</w:t>
      </w:r>
      <w:r>
        <w:rPr>
          <w:lang w:val="en-US"/>
        </w:rPr>
        <w:t>.</w:t>
      </w:r>
      <w:r w:rsidR="00C92A07">
        <w:rPr>
          <w:lang w:val="en-US"/>
        </w:rPr>
        <w:tab/>
      </w:r>
    </w:p>
    <w:p w:rsidR="00E55A89" w:rsidRDefault="00E55A89" w:rsidP="00E55A89">
      <w:pPr>
        <w:rPr>
          <w:lang w:val="en-US"/>
        </w:rPr>
      </w:pPr>
      <w:r>
        <w:rPr>
          <w:lang w:val="en-US"/>
        </w:rPr>
        <w:t xml:space="preserve">The starting substances are </w:t>
      </w:r>
      <w:r w:rsidRPr="00E55A89">
        <w:rPr>
          <w:b/>
          <w:lang w:val="en-US"/>
        </w:rPr>
        <w:t>reactants</w:t>
      </w:r>
      <w:r>
        <w:rPr>
          <w:lang w:val="en-US"/>
        </w:rPr>
        <w:t>.  Accurate observations of the reactants must be recorded in order to determine if a physical or chemical change occurs.</w:t>
      </w:r>
    </w:p>
    <w:p w:rsidR="00C92A07" w:rsidRDefault="00C92A07" w:rsidP="00C92A0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E55A89" w:rsidRDefault="000A6886" w:rsidP="00C92A07">
      <w:pPr>
        <w:rPr>
          <w:lang w:val="en-US"/>
        </w:rPr>
      </w:pPr>
      <w:r w:rsidRPr="000A6886">
        <w:rPr>
          <w:b/>
          <w:lang w:val="en-US"/>
        </w:rPr>
        <w:t>Safety</w:t>
      </w:r>
      <w:r>
        <w:rPr>
          <w:lang w:val="en-US"/>
        </w:rPr>
        <w:t xml:space="preserve">:  </w:t>
      </w:r>
    </w:p>
    <w:p w:rsidR="000A6886" w:rsidRDefault="000A6886" w:rsidP="00C92A07">
      <w:pPr>
        <w:rPr>
          <w:lang w:val="en-US"/>
        </w:rPr>
      </w:pPr>
      <w:r>
        <w:rPr>
          <w:lang w:val="en-US"/>
        </w:rPr>
        <w:t xml:space="preserve">Goggles must be worn at all times or you will sit </w:t>
      </w:r>
      <w:r w:rsidR="00E55A89">
        <w:rPr>
          <w:lang w:val="en-US"/>
        </w:rPr>
        <w:t xml:space="preserve">out the lab </w:t>
      </w:r>
      <w:r>
        <w:rPr>
          <w:lang w:val="en-US"/>
        </w:rPr>
        <w:t>in the office.</w:t>
      </w:r>
    </w:p>
    <w:p w:rsidR="000A6886" w:rsidRDefault="000A6886">
      <w:pPr>
        <w:rPr>
          <w:lang w:val="en-US"/>
        </w:rPr>
      </w:pPr>
      <w:r>
        <w:rPr>
          <w:lang w:val="en-US"/>
        </w:rPr>
        <w:t>All wastes must be put in the designated waste disposal container.</w:t>
      </w:r>
    </w:p>
    <w:p w:rsidR="00E55A89" w:rsidRDefault="00E55A89">
      <w:pPr>
        <w:rPr>
          <w:lang w:val="en-US"/>
        </w:rPr>
      </w:pPr>
    </w:p>
    <w:p w:rsidR="00E55A89" w:rsidRDefault="00E55A89">
      <w:pPr>
        <w:rPr>
          <w:lang w:val="en-US"/>
        </w:rPr>
      </w:pPr>
      <w:r w:rsidRPr="00E55A89">
        <w:rPr>
          <w:b/>
          <w:lang w:val="en-US"/>
        </w:rPr>
        <w:t>Equipment</w:t>
      </w:r>
      <w:r>
        <w:rPr>
          <w:lang w:val="en-US"/>
        </w:rPr>
        <w:t>:</w:t>
      </w:r>
    </w:p>
    <w:p w:rsidR="000A6886" w:rsidRDefault="000A6886">
      <w:pPr>
        <w:rPr>
          <w:lang w:val="en-US"/>
        </w:rPr>
      </w:pPr>
      <w:r>
        <w:rPr>
          <w:lang w:val="en-US"/>
        </w:rPr>
        <w:t xml:space="preserve">Buckets contain </w:t>
      </w:r>
      <w:r w:rsidR="00C92A07">
        <w:rPr>
          <w:lang w:val="en-US"/>
        </w:rPr>
        <w:t>a watchglass, a rubber stopper and 3 test tubes in a test tube rack for each team.</w:t>
      </w:r>
    </w:p>
    <w:p w:rsidR="00C92A07" w:rsidRDefault="00C92A07">
      <w:pPr>
        <w:rPr>
          <w:lang w:val="en-US"/>
        </w:rPr>
      </w:pPr>
      <w:r>
        <w:rPr>
          <w:lang w:val="en-US"/>
        </w:rPr>
        <w:t>The chemicals in the bucket are shared between four teams.</w:t>
      </w:r>
    </w:p>
    <w:p w:rsidR="00FF54A5" w:rsidRDefault="00FF54A5">
      <w:pPr>
        <w:rPr>
          <w:lang w:val="en-US"/>
        </w:rPr>
      </w:pPr>
      <w:r>
        <w:rPr>
          <w:lang w:val="en-US"/>
        </w:rPr>
        <w:t xml:space="preserve">Take only 1 chemical </w:t>
      </w:r>
      <w:r>
        <w:rPr>
          <w:lang w:val="en-US"/>
        </w:rPr>
        <w:tab/>
        <w:t>at a time from the bucket assigned to your group.</w:t>
      </w:r>
    </w:p>
    <w:p w:rsidR="00FF54A5" w:rsidRDefault="00FF54A5">
      <w:pPr>
        <w:rPr>
          <w:lang w:val="en-US"/>
        </w:rPr>
      </w:pPr>
      <w:r>
        <w:rPr>
          <w:lang w:val="en-US"/>
        </w:rPr>
        <w:t>Measure the correct amount and return the chemical to</w:t>
      </w:r>
      <w:r w:rsidR="00C92A07">
        <w:rPr>
          <w:lang w:val="en-US"/>
        </w:rPr>
        <w:t xml:space="preserve"> the correct bucket immediately.</w:t>
      </w:r>
    </w:p>
    <w:p w:rsidR="00FF54A5" w:rsidRDefault="00FF54A5">
      <w:pPr>
        <w:rPr>
          <w:lang w:val="en-US"/>
        </w:rPr>
      </w:pPr>
    </w:p>
    <w:p w:rsidR="00E55A89" w:rsidRDefault="00E55A89">
      <w:pPr>
        <w:rPr>
          <w:b/>
          <w:lang w:val="en-US"/>
        </w:rPr>
      </w:pPr>
      <w:r w:rsidRPr="00E55A89">
        <w:rPr>
          <w:b/>
          <w:lang w:val="en-US"/>
        </w:rPr>
        <w:t>Pre-lab:</w:t>
      </w:r>
    </w:p>
    <w:p w:rsidR="00E55A89" w:rsidRDefault="00E55A89">
      <w:pPr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>In the first column</w:t>
      </w:r>
      <w:r w:rsidR="00647314">
        <w:rPr>
          <w:lang w:val="en-US"/>
        </w:rPr>
        <w:t xml:space="preserve"> below list all the equipment mentioned in the procedure.</w:t>
      </w:r>
    </w:p>
    <w:p w:rsidR="00E55A89" w:rsidRDefault="00E55A89">
      <w:pPr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 xml:space="preserve">In the second column </w:t>
      </w:r>
      <w:r w:rsidR="00647314">
        <w:rPr>
          <w:lang w:val="en-US"/>
        </w:rPr>
        <w:t>below list all the chemicals mentioned in the procedure.</w:t>
      </w:r>
    </w:p>
    <w:p w:rsidR="00E55A89" w:rsidRDefault="00E55A89">
      <w:pPr>
        <w:rPr>
          <w:lang w:val="en-US"/>
        </w:rPr>
      </w:pPr>
    </w:p>
    <w:p w:rsidR="00E55A89" w:rsidRDefault="00E55A89">
      <w:pPr>
        <w:rPr>
          <w:lang w:val="en-US"/>
        </w:rPr>
      </w:pPr>
      <w:r>
        <w:rPr>
          <w:b/>
          <w:lang w:val="en-US"/>
        </w:rPr>
        <w:t>EQUIPMENT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>CHEMICALS</w:t>
      </w:r>
    </w:p>
    <w:p w:rsidR="00E55A89" w:rsidRDefault="00E55A89">
      <w:pPr>
        <w:rPr>
          <w:lang w:val="en-US"/>
        </w:rPr>
      </w:pPr>
    </w:p>
    <w:p w:rsidR="00E55A89" w:rsidRDefault="00E55A89">
      <w:pPr>
        <w:rPr>
          <w:lang w:val="en-US"/>
        </w:rPr>
      </w:pPr>
    </w:p>
    <w:p w:rsidR="00E55A89" w:rsidRPr="00E55A89" w:rsidRDefault="00E55A89">
      <w:pPr>
        <w:rPr>
          <w:lang w:val="en-US"/>
        </w:rPr>
      </w:pPr>
    </w:p>
    <w:p w:rsidR="00E55A89" w:rsidRDefault="00E55A89">
      <w:pPr>
        <w:rPr>
          <w:lang w:val="en-US"/>
        </w:rPr>
      </w:pPr>
    </w:p>
    <w:p w:rsidR="00647314" w:rsidRDefault="008B6CD5" w:rsidP="00647314">
      <w:pPr>
        <w:ind w:left="709" w:hanging="709"/>
        <w:rPr>
          <w:lang w:val="en-US"/>
        </w:rPr>
      </w:pPr>
      <w:r>
        <w:rPr>
          <w:b/>
          <w:lang w:val="en-US"/>
        </w:rPr>
        <w:br w:type="page"/>
      </w:r>
      <w:r w:rsidR="00647314">
        <w:rPr>
          <w:lang w:val="en-US"/>
        </w:rPr>
        <w:lastRenderedPageBreak/>
        <w:t>3.</w:t>
      </w:r>
      <w:r w:rsidR="00647314">
        <w:rPr>
          <w:lang w:val="en-US"/>
        </w:rPr>
        <w:tab/>
        <w:t>Use the MSDS sheets and complete the chemical safety chart for each chemical listed above.</w:t>
      </w:r>
    </w:p>
    <w:p w:rsidR="00647314" w:rsidRDefault="00647314">
      <w:pPr>
        <w:rPr>
          <w:b/>
          <w:lang w:val="en-US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1560"/>
        <w:gridCol w:w="3813"/>
        <w:gridCol w:w="3132"/>
      </w:tblGrid>
      <w:tr w:rsidR="00647314" w:rsidRPr="00FF54A5" w:rsidTr="00FF54A5">
        <w:tc>
          <w:tcPr>
            <w:tcW w:w="2268" w:type="dxa"/>
          </w:tcPr>
          <w:p w:rsidR="00647314" w:rsidRPr="00FF54A5" w:rsidRDefault="00647314">
            <w:pPr>
              <w:rPr>
                <w:b/>
                <w:lang w:val="en-US"/>
              </w:rPr>
            </w:pPr>
            <w:r w:rsidRPr="00FF54A5">
              <w:rPr>
                <w:b/>
                <w:lang w:val="en-US"/>
              </w:rPr>
              <w:t>Chemical Name</w:t>
            </w:r>
          </w:p>
        </w:tc>
        <w:tc>
          <w:tcPr>
            <w:tcW w:w="1560" w:type="dxa"/>
          </w:tcPr>
          <w:p w:rsidR="00647314" w:rsidRPr="00FF54A5" w:rsidRDefault="00647314">
            <w:pPr>
              <w:rPr>
                <w:b/>
                <w:lang w:val="en-US"/>
              </w:rPr>
            </w:pPr>
            <w:r w:rsidRPr="00FF54A5">
              <w:rPr>
                <w:b/>
                <w:lang w:val="en-US"/>
              </w:rPr>
              <w:t>Formula (if available)</w:t>
            </w:r>
          </w:p>
        </w:tc>
        <w:tc>
          <w:tcPr>
            <w:tcW w:w="3813" w:type="dxa"/>
          </w:tcPr>
          <w:p w:rsidR="00647314" w:rsidRPr="00FF54A5" w:rsidRDefault="00647314">
            <w:pPr>
              <w:rPr>
                <w:b/>
                <w:lang w:val="en-US"/>
              </w:rPr>
            </w:pPr>
            <w:r w:rsidRPr="00FF54A5">
              <w:rPr>
                <w:b/>
                <w:lang w:val="en-US"/>
              </w:rPr>
              <w:t>Hazards</w:t>
            </w:r>
          </w:p>
        </w:tc>
        <w:tc>
          <w:tcPr>
            <w:tcW w:w="3132" w:type="dxa"/>
          </w:tcPr>
          <w:p w:rsidR="00647314" w:rsidRPr="00FF54A5" w:rsidRDefault="00647314">
            <w:pPr>
              <w:rPr>
                <w:b/>
                <w:lang w:val="en-US"/>
              </w:rPr>
            </w:pPr>
            <w:r w:rsidRPr="00FF54A5">
              <w:rPr>
                <w:b/>
                <w:lang w:val="en-US"/>
              </w:rPr>
              <w:t>Safety Precautions Recommended</w:t>
            </w:r>
          </w:p>
        </w:tc>
      </w:tr>
      <w:tr w:rsidR="00647314" w:rsidRPr="00FF54A5" w:rsidTr="00FF54A5">
        <w:tc>
          <w:tcPr>
            <w:tcW w:w="2268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  <w:tr w:rsidR="00647314" w:rsidRPr="00FF54A5" w:rsidTr="00FF54A5">
        <w:tc>
          <w:tcPr>
            <w:tcW w:w="2268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  <w:tr w:rsidR="00647314" w:rsidRPr="00FF54A5" w:rsidTr="00FF54A5">
        <w:tc>
          <w:tcPr>
            <w:tcW w:w="2268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  <w:tr w:rsidR="00647314" w:rsidRPr="00FF54A5" w:rsidTr="00FF54A5">
        <w:tc>
          <w:tcPr>
            <w:tcW w:w="2268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  <w:tr w:rsidR="00647314" w:rsidRPr="00FF54A5" w:rsidTr="00FF54A5">
        <w:tc>
          <w:tcPr>
            <w:tcW w:w="2268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  <w:tr w:rsidR="00647314" w:rsidRPr="00FF54A5" w:rsidTr="00FF54A5">
        <w:tc>
          <w:tcPr>
            <w:tcW w:w="2268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  <w:tr w:rsidR="00647314" w:rsidRPr="00FF54A5" w:rsidTr="00FF54A5">
        <w:tc>
          <w:tcPr>
            <w:tcW w:w="2268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1560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813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  <w:tc>
          <w:tcPr>
            <w:tcW w:w="3132" w:type="dxa"/>
          </w:tcPr>
          <w:p w:rsidR="00647314" w:rsidRPr="00FF54A5" w:rsidRDefault="00647314" w:rsidP="00FF54A5">
            <w:pPr>
              <w:spacing w:line="960" w:lineRule="auto"/>
              <w:rPr>
                <w:b/>
                <w:lang w:val="en-US"/>
              </w:rPr>
            </w:pPr>
          </w:p>
        </w:tc>
      </w:tr>
    </w:tbl>
    <w:p w:rsidR="00E55A89" w:rsidRDefault="008B6CD5">
      <w:pPr>
        <w:rPr>
          <w:b/>
          <w:lang w:val="en-US"/>
        </w:rPr>
      </w:pPr>
      <w:r>
        <w:rPr>
          <w:b/>
          <w:lang w:val="en-US"/>
        </w:rPr>
        <w:br w:type="page"/>
      </w:r>
      <w:r w:rsidR="00E55A89">
        <w:rPr>
          <w:b/>
          <w:lang w:val="en-US"/>
        </w:rPr>
        <w:lastRenderedPageBreak/>
        <w:t>Procedures:</w:t>
      </w:r>
    </w:p>
    <w:p w:rsidR="00E55A89" w:rsidRPr="00E55A89" w:rsidRDefault="00E55A89">
      <w:pPr>
        <w:rPr>
          <w:b/>
          <w:lang w:val="en-US"/>
        </w:rPr>
      </w:pP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Experiment #1</w:t>
      </w: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 xml:space="preserve">Put a tarnished penny on the watchglass. </w:t>
      </w:r>
      <w:proofErr w:type="gramStart"/>
      <w:r w:rsidR="00C92A07">
        <w:rPr>
          <w:lang w:val="en-US"/>
        </w:rPr>
        <w:t>Record observations</w:t>
      </w:r>
      <w:r>
        <w:rPr>
          <w:lang w:val="en-US"/>
        </w:rPr>
        <w:t>.</w:t>
      </w:r>
      <w:proofErr w:type="gramEnd"/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 xml:space="preserve">Sprinkle the penny with a small amount (cover the tip of the scoopula) of </w:t>
      </w:r>
      <w:r w:rsidR="00647314">
        <w:rPr>
          <w:lang w:val="en-US"/>
        </w:rPr>
        <w:t>sodium chloride (NaCl)</w:t>
      </w:r>
      <w:r>
        <w:rPr>
          <w:lang w:val="en-US"/>
        </w:rPr>
        <w:t xml:space="preserve">. </w:t>
      </w:r>
      <w:proofErr w:type="gramStart"/>
      <w:r w:rsidR="00C92A07">
        <w:rPr>
          <w:lang w:val="en-US"/>
        </w:rPr>
        <w:t>Record observations.</w:t>
      </w:r>
      <w:proofErr w:type="gramEnd"/>
    </w:p>
    <w:p w:rsidR="00C92A07" w:rsidRDefault="00FF54A5" w:rsidP="00C92A07">
      <w:pPr>
        <w:ind w:left="540" w:hanging="54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  <w:t xml:space="preserve">Put 15-20 drops of acetic acid </w:t>
      </w:r>
      <w:r w:rsidR="00647314">
        <w:rPr>
          <w:lang w:val="en-US"/>
        </w:rPr>
        <w:t>(CH</w:t>
      </w:r>
      <w:r w:rsidR="00647314">
        <w:rPr>
          <w:vertAlign w:val="subscript"/>
          <w:lang w:val="en-US"/>
        </w:rPr>
        <w:t>3</w:t>
      </w:r>
      <w:r w:rsidR="00647314">
        <w:rPr>
          <w:lang w:val="en-US"/>
        </w:rPr>
        <w:t xml:space="preserve">COOH) </w:t>
      </w:r>
      <w:r>
        <w:rPr>
          <w:lang w:val="en-US"/>
        </w:rPr>
        <w:t>on the penny and let it stand for 1 minute</w:t>
      </w:r>
      <w:r w:rsidR="00C92A07">
        <w:rPr>
          <w:lang w:val="en-US"/>
        </w:rPr>
        <w:t>.</w:t>
      </w:r>
      <w:r>
        <w:rPr>
          <w:lang w:val="en-US"/>
        </w:rPr>
        <w:t xml:space="preserve"> </w:t>
      </w:r>
      <w:proofErr w:type="gramStart"/>
      <w:r w:rsidR="00C92A07">
        <w:rPr>
          <w:lang w:val="en-US"/>
        </w:rPr>
        <w:t>Record observations.</w:t>
      </w:r>
      <w:proofErr w:type="gramEnd"/>
    </w:p>
    <w:p w:rsidR="00FF54A5" w:rsidRDefault="00FF54A5">
      <w:pPr>
        <w:ind w:left="540" w:hanging="540"/>
        <w:rPr>
          <w:lang w:val="en-US"/>
        </w:rPr>
      </w:pP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Experiment #2</w:t>
      </w: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 xml:space="preserve">Fill a test tube ¼ full of sodium hydroxide (NaOH) solution. </w:t>
      </w:r>
      <w:proofErr w:type="gramStart"/>
      <w:r w:rsidR="00C92A07">
        <w:rPr>
          <w:lang w:val="en-US"/>
        </w:rPr>
        <w:t>Record observations</w:t>
      </w:r>
      <w:r>
        <w:rPr>
          <w:lang w:val="en-US"/>
        </w:rPr>
        <w:t>.</w:t>
      </w:r>
      <w:proofErr w:type="gramEnd"/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 xml:space="preserve">Add 3 drops of phenolphthalein indicator directly into the liquid.  </w:t>
      </w:r>
      <w:r>
        <w:rPr>
          <w:b/>
          <w:bCs/>
          <w:lang w:val="en-US"/>
        </w:rPr>
        <w:t>Keep the dropper clean</w:t>
      </w:r>
      <w:r>
        <w:rPr>
          <w:lang w:val="en-US"/>
        </w:rPr>
        <w:t xml:space="preserve">. </w:t>
      </w:r>
      <w:proofErr w:type="gramStart"/>
      <w:r w:rsidR="00C92A07">
        <w:rPr>
          <w:lang w:val="en-US"/>
        </w:rPr>
        <w:t>Record observations.</w:t>
      </w:r>
      <w:proofErr w:type="gramEnd"/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  <w:t xml:space="preserve">Put on a rubber stopper and gently shake test tube. </w:t>
      </w:r>
      <w:proofErr w:type="gramStart"/>
      <w:r w:rsidR="00C92A07">
        <w:rPr>
          <w:lang w:val="en-US"/>
        </w:rPr>
        <w:t>Record observations.</w:t>
      </w:r>
      <w:proofErr w:type="gramEnd"/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  <w:t>Add 15 – 20 drops of acetic acid</w:t>
      </w:r>
      <w:r w:rsidR="00C92A07">
        <w:rPr>
          <w:lang w:val="en-US"/>
        </w:rPr>
        <w:t xml:space="preserve"> (CH</w:t>
      </w:r>
      <w:r w:rsidR="00C92A07">
        <w:rPr>
          <w:vertAlign w:val="subscript"/>
          <w:lang w:val="en-US"/>
        </w:rPr>
        <w:t>3</w:t>
      </w:r>
      <w:r w:rsidR="00C92A07">
        <w:rPr>
          <w:lang w:val="en-US"/>
        </w:rPr>
        <w:t>COOH)</w:t>
      </w:r>
      <w:r>
        <w:rPr>
          <w:lang w:val="en-US"/>
        </w:rPr>
        <w:t xml:space="preserve">.  </w:t>
      </w:r>
      <w:r w:rsidR="00C92A07">
        <w:rPr>
          <w:lang w:val="en-US"/>
        </w:rPr>
        <w:t>Record observations</w:t>
      </w:r>
      <w:r>
        <w:rPr>
          <w:lang w:val="en-US"/>
        </w:rPr>
        <w:t xml:space="preserve"> while adding drops and k</w:t>
      </w:r>
      <w:r>
        <w:rPr>
          <w:b/>
          <w:bCs/>
          <w:lang w:val="en-US"/>
        </w:rPr>
        <w:t>eep the dropper clean</w:t>
      </w:r>
      <w:r>
        <w:rPr>
          <w:lang w:val="en-US"/>
        </w:rPr>
        <w:t>.</w:t>
      </w:r>
    </w:p>
    <w:p w:rsidR="00FF54A5" w:rsidRDefault="00FF54A5">
      <w:pPr>
        <w:ind w:left="540" w:hanging="540"/>
        <w:rPr>
          <w:lang w:val="en-US"/>
        </w:rPr>
      </w:pP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Experiment #3</w:t>
      </w: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>Fill a test tube ¼ full of acetic acid (CH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COOH).  </w:t>
      </w:r>
      <w:proofErr w:type="gramStart"/>
      <w:r w:rsidR="00E55A89">
        <w:rPr>
          <w:lang w:val="en-US"/>
        </w:rPr>
        <w:t>Record observations.</w:t>
      </w:r>
      <w:proofErr w:type="gramEnd"/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 xml:space="preserve">Add a small amount of </w:t>
      </w:r>
      <w:r w:rsidR="00C92A07">
        <w:rPr>
          <w:lang w:val="en-US"/>
        </w:rPr>
        <w:t>sodium bicarbonate</w:t>
      </w:r>
      <w:r>
        <w:rPr>
          <w:lang w:val="en-US"/>
        </w:rPr>
        <w:t xml:space="preserve"> (NaHCO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). </w:t>
      </w:r>
      <w:proofErr w:type="gramStart"/>
      <w:r w:rsidR="00E55A89">
        <w:rPr>
          <w:lang w:val="en-US"/>
        </w:rPr>
        <w:t>Record observations.</w:t>
      </w:r>
      <w:proofErr w:type="gramEnd"/>
    </w:p>
    <w:p w:rsidR="00FF54A5" w:rsidRDefault="00FF54A5">
      <w:pPr>
        <w:ind w:left="540" w:hanging="540"/>
        <w:rPr>
          <w:lang w:val="en-US"/>
        </w:rPr>
      </w:pP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Experiment #4</w:t>
      </w: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 xml:space="preserve">Fill a test tube ¼ full of </w:t>
      </w:r>
      <w:r w:rsidR="00E55A89">
        <w:rPr>
          <w:lang w:val="en-US"/>
        </w:rPr>
        <w:t xml:space="preserve">tap </w:t>
      </w:r>
      <w:r>
        <w:rPr>
          <w:lang w:val="en-US"/>
        </w:rPr>
        <w:t>water (H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O). </w:t>
      </w:r>
      <w:proofErr w:type="gramStart"/>
      <w:r w:rsidR="00E55A89">
        <w:rPr>
          <w:lang w:val="en-US"/>
        </w:rPr>
        <w:t>Record observations.</w:t>
      </w:r>
      <w:proofErr w:type="gramEnd"/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Add a small amount of solid copper sulphate (CuSO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).  </w:t>
      </w:r>
      <w:proofErr w:type="gramStart"/>
      <w:r w:rsidR="00E55A89">
        <w:rPr>
          <w:lang w:val="en-US"/>
        </w:rPr>
        <w:t>Record observations.</w:t>
      </w:r>
      <w:proofErr w:type="gramEnd"/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  <w:t xml:space="preserve">Put on stopper and gently shake test tube </w:t>
      </w:r>
      <w:r w:rsidR="00C92A07">
        <w:rPr>
          <w:lang w:val="en-US"/>
        </w:rPr>
        <w:t>for 2-3 minutes</w:t>
      </w:r>
      <w:r>
        <w:rPr>
          <w:lang w:val="en-US"/>
        </w:rPr>
        <w:t xml:space="preserve">.  </w:t>
      </w:r>
      <w:proofErr w:type="gramStart"/>
      <w:r w:rsidR="00E55A89">
        <w:rPr>
          <w:lang w:val="en-US"/>
        </w:rPr>
        <w:t>Record observations.</w:t>
      </w:r>
      <w:proofErr w:type="gramEnd"/>
    </w:p>
    <w:p w:rsidR="00C92A07" w:rsidRDefault="00C92A07">
      <w:pPr>
        <w:ind w:left="540" w:hanging="540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  <w:t>STOP.  Save the solution to use in experiment #5.</w:t>
      </w:r>
    </w:p>
    <w:p w:rsidR="00FF54A5" w:rsidRDefault="00FF54A5">
      <w:pPr>
        <w:ind w:left="540" w:hanging="540"/>
        <w:rPr>
          <w:lang w:val="en-US"/>
        </w:rPr>
      </w:pP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Experiment #5</w:t>
      </w: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 xml:space="preserve">Take a 1 cm piece of magnesium (Mg) metal ribbon. </w:t>
      </w:r>
      <w:proofErr w:type="gramStart"/>
      <w:r w:rsidR="00E55A89">
        <w:rPr>
          <w:lang w:val="en-US"/>
        </w:rPr>
        <w:t>Record observations.</w:t>
      </w:r>
      <w:proofErr w:type="gramEnd"/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 xml:space="preserve">Rub magnesium ribbon with steel wool. </w:t>
      </w:r>
      <w:proofErr w:type="gramStart"/>
      <w:r w:rsidR="00E55A89">
        <w:rPr>
          <w:lang w:val="en-US"/>
        </w:rPr>
        <w:t>Record observations.</w:t>
      </w:r>
      <w:proofErr w:type="gramEnd"/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  <w:t>Put the magnesium ribbon in the test tube with the copper sulphate solution</w:t>
      </w:r>
      <w:r w:rsidR="00C92A07">
        <w:rPr>
          <w:lang w:val="en-US"/>
        </w:rPr>
        <w:t xml:space="preserve"> from experiment #4</w:t>
      </w:r>
      <w:r>
        <w:rPr>
          <w:lang w:val="en-US"/>
        </w:rPr>
        <w:t xml:space="preserve">.  </w:t>
      </w:r>
      <w:r w:rsidR="00E55A89">
        <w:rPr>
          <w:lang w:val="en-US"/>
        </w:rPr>
        <w:t>Watch carefully</w:t>
      </w:r>
      <w:r>
        <w:rPr>
          <w:lang w:val="en-US"/>
        </w:rPr>
        <w:t xml:space="preserve"> for at least 2 min.</w:t>
      </w:r>
      <w:r w:rsidR="00E55A89">
        <w:rPr>
          <w:lang w:val="en-US"/>
        </w:rPr>
        <w:t xml:space="preserve">  </w:t>
      </w:r>
      <w:proofErr w:type="gramStart"/>
      <w:r w:rsidR="00E55A89">
        <w:rPr>
          <w:lang w:val="en-US"/>
        </w:rPr>
        <w:t>Record observations.</w:t>
      </w:r>
      <w:proofErr w:type="gramEnd"/>
    </w:p>
    <w:p w:rsidR="00FF54A5" w:rsidRDefault="00FF54A5">
      <w:pPr>
        <w:ind w:left="540" w:hanging="540"/>
        <w:rPr>
          <w:lang w:val="en-US"/>
        </w:rPr>
      </w:pP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Clean Up</w:t>
      </w: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="00C92A07">
        <w:rPr>
          <w:lang w:val="en-US"/>
        </w:rPr>
        <w:t xml:space="preserve">Dump the waste from all 3 test tubes in the designated waste container.  </w:t>
      </w:r>
      <w:r>
        <w:rPr>
          <w:lang w:val="en-US"/>
        </w:rPr>
        <w:t xml:space="preserve">Carefully wash test tubes with </w:t>
      </w:r>
      <w:r w:rsidR="00C92A07">
        <w:rPr>
          <w:lang w:val="en-US"/>
        </w:rPr>
        <w:t xml:space="preserve">a little bit of </w:t>
      </w:r>
      <w:r>
        <w:rPr>
          <w:lang w:val="en-US"/>
        </w:rPr>
        <w:t>soap and a test tube brush.  Put them on the test tube stand to dry and return to the cart at the front.</w:t>
      </w: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Wash the watchglass, stopper and scoopula and put on the front cart.</w:t>
      </w: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  <w:t xml:space="preserve">Put the used pennies in the </w:t>
      </w:r>
      <w:r w:rsidR="00C92A07">
        <w:rPr>
          <w:lang w:val="en-US"/>
        </w:rPr>
        <w:t xml:space="preserve">“Finished penny” </w:t>
      </w:r>
      <w:r>
        <w:rPr>
          <w:lang w:val="en-US"/>
        </w:rPr>
        <w:t>beaker at the front of the class.</w:t>
      </w:r>
    </w:p>
    <w:p w:rsidR="00FF54A5" w:rsidRDefault="00FF54A5">
      <w:pPr>
        <w:ind w:left="540" w:hanging="540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  <w:t>Wash your hands and use the paper towel to wipe the work area</w:t>
      </w:r>
      <w:r w:rsidR="00C92A07">
        <w:rPr>
          <w:lang w:val="en-US"/>
        </w:rPr>
        <w:t xml:space="preserve"> that was sprayed with Enviroclean</w:t>
      </w:r>
      <w:r>
        <w:rPr>
          <w:lang w:val="en-US"/>
        </w:rPr>
        <w:t>.</w:t>
      </w:r>
    </w:p>
    <w:p w:rsidR="00647314" w:rsidRDefault="00647314">
      <w:pPr>
        <w:ind w:left="540" w:hanging="540"/>
        <w:rPr>
          <w:lang w:val="en-US"/>
        </w:rPr>
      </w:pPr>
    </w:p>
    <w:p w:rsidR="00647314" w:rsidRDefault="00647314">
      <w:pPr>
        <w:ind w:left="540" w:hanging="540"/>
        <w:rPr>
          <w:lang w:val="en-US"/>
        </w:rPr>
        <w:sectPr w:rsidR="00647314">
          <w:pgSz w:w="12240" w:h="15840"/>
          <w:pgMar w:top="1008" w:right="1440" w:bottom="864" w:left="1440" w:header="720" w:footer="720" w:gutter="0"/>
          <w:cols w:space="720"/>
          <w:docGrid w:linePitch="360"/>
        </w:sectPr>
      </w:pPr>
    </w:p>
    <w:p w:rsidR="00647314" w:rsidRDefault="00647314" w:rsidP="00647314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lastRenderedPageBreak/>
        <w:t>OBSERVATIONS – PHYSICAL OR CHEMICAL CHANGE LAB</w:t>
      </w:r>
    </w:p>
    <w:p w:rsidR="00647314" w:rsidRDefault="00647314" w:rsidP="00647314">
      <w:pPr>
        <w:rPr>
          <w:lang w:val="en-US"/>
        </w:rPr>
      </w:pPr>
    </w:p>
    <w:p w:rsidR="00647314" w:rsidRDefault="00647314" w:rsidP="00647314">
      <w:pPr>
        <w:rPr>
          <w:lang w:val="en-US"/>
        </w:rPr>
      </w:pPr>
      <w:r>
        <w:rPr>
          <w:lang w:val="en-US"/>
        </w:rPr>
        <w:t>Name: _______________</w:t>
      </w:r>
      <w:r>
        <w:rPr>
          <w:lang w:val="en-US"/>
        </w:rPr>
        <w:tab/>
      </w:r>
      <w:r>
        <w:rPr>
          <w:lang w:val="en-US"/>
        </w:rPr>
        <w:tab/>
        <w:t>Partner(s) Name: _________________</w:t>
      </w:r>
      <w:r>
        <w:rPr>
          <w:lang w:val="en-US"/>
        </w:rPr>
        <w:tab/>
        <w:t>___________________</w:t>
      </w:r>
      <w:r>
        <w:rPr>
          <w:lang w:val="en-US"/>
        </w:rPr>
        <w:tab/>
        <w:t>Day: ____</w:t>
      </w:r>
      <w:r>
        <w:rPr>
          <w:lang w:val="en-US"/>
        </w:rPr>
        <w:tab/>
      </w:r>
      <w:proofErr w:type="gramStart"/>
      <w:r>
        <w:rPr>
          <w:lang w:val="en-US"/>
        </w:rPr>
        <w:t>Per</w:t>
      </w:r>
      <w:proofErr w:type="gramEnd"/>
      <w:r>
        <w:rPr>
          <w:lang w:val="en-US"/>
        </w:rPr>
        <w:t>:  ___</w:t>
      </w:r>
    </w:p>
    <w:p w:rsidR="00647314" w:rsidRDefault="00647314" w:rsidP="00647314">
      <w:pPr>
        <w:rPr>
          <w:lang w:val="en-US"/>
        </w:rPr>
      </w:pPr>
    </w:p>
    <w:p w:rsidR="00647314" w:rsidRDefault="00647314" w:rsidP="00647314">
      <w:pPr>
        <w:rPr>
          <w:lang w:val="en-US"/>
        </w:rPr>
      </w:pPr>
    </w:p>
    <w:tbl>
      <w:tblPr>
        <w:tblW w:w="144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1800"/>
        <w:gridCol w:w="2700"/>
        <w:gridCol w:w="2520"/>
        <w:gridCol w:w="2520"/>
        <w:gridCol w:w="1800"/>
        <w:gridCol w:w="2160"/>
      </w:tblGrid>
      <w:tr w:rsidR="00647314" w:rsidTr="00FF54A5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647314" w:rsidRDefault="00647314" w:rsidP="00FF54A5">
            <w:pPr>
              <w:jc w:val="center"/>
              <w:rPr>
                <w:sz w:val="20"/>
                <w:lang w:val="en-US"/>
              </w:rPr>
            </w:pPr>
          </w:p>
          <w:p w:rsidR="00647314" w:rsidRDefault="00647314" w:rsidP="0064731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Number</w:t>
            </w:r>
          </w:p>
        </w:tc>
        <w:tc>
          <w:tcPr>
            <w:tcW w:w="1800" w:type="dxa"/>
          </w:tcPr>
          <w:p w:rsidR="00647314" w:rsidRDefault="0058150A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Name the Reactants</w:t>
            </w:r>
          </w:p>
        </w:tc>
        <w:tc>
          <w:tcPr>
            <w:tcW w:w="2700" w:type="dxa"/>
          </w:tcPr>
          <w:p w:rsidR="00647314" w:rsidRDefault="0085181A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Physical Properties of the Reactants?</w:t>
            </w:r>
          </w:p>
          <w:p w:rsidR="00647314" w:rsidRDefault="00647314" w:rsidP="00FF54A5">
            <w:pPr>
              <w:pStyle w:val="Heading1"/>
            </w:pPr>
            <w:r>
              <w:t>Before</w:t>
            </w:r>
          </w:p>
        </w:tc>
        <w:tc>
          <w:tcPr>
            <w:tcW w:w="2520" w:type="dxa"/>
          </w:tcPr>
          <w:p w:rsidR="00647314" w:rsidRDefault="00647314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Observations </w:t>
            </w:r>
          </w:p>
          <w:p w:rsidR="00647314" w:rsidRDefault="00647314" w:rsidP="00FF54A5">
            <w:pPr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During</w:t>
            </w:r>
          </w:p>
        </w:tc>
        <w:tc>
          <w:tcPr>
            <w:tcW w:w="2520" w:type="dxa"/>
          </w:tcPr>
          <w:p w:rsidR="00647314" w:rsidRDefault="00647314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Observations </w:t>
            </w:r>
          </w:p>
          <w:p w:rsidR="00647314" w:rsidRDefault="00647314" w:rsidP="00FF54A5">
            <w:pPr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After</w:t>
            </w:r>
          </w:p>
        </w:tc>
        <w:tc>
          <w:tcPr>
            <w:tcW w:w="1800" w:type="dxa"/>
          </w:tcPr>
          <w:p w:rsidR="00647314" w:rsidRDefault="00647314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Physical and/or Chemical </w:t>
            </w:r>
            <w:proofErr w:type="gramStart"/>
            <w:r>
              <w:rPr>
                <w:lang w:val="en-US"/>
              </w:rPr>
              <w:t>Change ?</w:t>
            </w:r>
            <w:proofErr w:type="gramEnd"/>
          </w:p>
        </w:tc>
        <w:tc>
          <w:tcPr>
            <w:tcW w:w="2160" w:type="dxa"/>
          </w:tcPr>
          <w:p w:rsidR="00647314" w:rsidRDefault="00647314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Evidence</w:t>
            </w:r>
          </w:p>
        </w:tc>
      </w:tr>
      <w:tr w:rsidR="00647314" w:rsidTr="00FF54A5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647314" w:rsidRDefault="00647314" w:rsidP="00FF54A5">
            <w:pPr>
              <w:rPr>
                <w:sz w:val="36"/>
                <w:lang w:val="en-US"/>
              </w:rPr>
            </w:pPr>
          </w:p>
          <w:p w:rsidR="00647314" w:rsidRDefault="00647314" w:rsidP="00FF54A5">
            <w:pPr>
              <w:rPr>
                <w:sz w:val="36"/>
                <w:lang w:val="en-US"/>
              </w:rPr>
            </w:pPr>
          </w:p>
          <w:p w:rsidR="00647314" w:rsidRDefault="00647314" w:rsidP="00FF54A5">
            <w:pPr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</w:t>
            </w:r>
          </w:p>
          <w:p w:rsidR="00647314" w:rsidRDefault="00647314" w:rsidP="00FF54A5">
            <w:pPr>
              <w:rPr>
                <w:sz w:val="36"/>
                <w:lang w:val="en-US"/>
              </w:rPr>
            </w:pPr>
          </w:p>
        </w:tc>
        <w:tc>
          <w:tcPr>
            <w:tcW w:w="1800" w:type="dxa"/>
          </w:tcPr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700" w:type="dxa"/>
          </w:tcPr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180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</w:tr>
      <w:tr w:rsidR="00647314" w:rsidTr="00FF54A5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647314" w:rsidRDefault="00647314" w:rsidP="00FF54A5">
            <w:pPr>
              <w:rPr>
                <w:sz w:val="36"/>
                <w:lang w:val="en-US"/>
              </w:rPr>
            </w:pPr>
          </w:p>
          <w:p w:rsidR="00647314" w:rsidRDefault="00647314" w:rsidP="00FF54A5">
            <w:pPr>
              <w:rPr>
                <w:sz w:val="36"/>
                <w:lang w:val="en-US"/>
              </w:rPr>
            </w:pPr>
          </w:p>
          <w:p w:rsidR="00647314" w:rsidRDefault="00647314" w:rsidP="00FF54A5">
            <w:pPr>
              <w:rPr>
                <w:sz w:val="36"/>
                <w:lang w:val="en-US"/>
              </w:rPr>
            </w:pPr>
          </w:p>
          <w:p w:rsidR="00647314" w:rsidRDefault="00647314" w:rsidP="00FF54A5">
            <w:pPr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2</w:t>
            </w:r>
          </w:p>
        </w:tc>
        <w:tc>
          <w:tcPr>
            <w:tcW w:w="1800" w:type="dxa"/>
          </w:tcPr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700" w:type="dxa"/>
          </w:tcPr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180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</w:tr>
      <w:tr w:rsidR="00647314" w:rsidTr="00FF54A5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647314" w:rsidRDefault="00647314" w:rsidP="00FF54A5">
            <w:pPr>
              <w:rPr>
                <w:sz w:val="36"/>
                <w:lang w:val="en-US"/>
              </w:rPr>
            </w:pPr>
          </w:p>
          <w:p w:rsidR="00647314" w:rsidRDefault="00647314" w:rsidP="00FF54A5">
            <w:pPr>
              <w:rPr>
                <w:sz w:val="36"/>
                <w:lang w:val="en-US"/>
              </w:rPr>
            </w:pPr>
          </w:p>
          <w:p w:rsidR="00647314" w:rsidRDefault="00647314" w:rsidP="00FF54A5">
            <w:pPr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3</w:t>
            </w:r>
          </w:p>
          <w:p w:rsidR="00647314" w:rsidRDefault="00647314" w:rsidP="00FF54A5">
            <w:pPr>
              <w:rPr>
                <w:sz w:val="36"/>
                <w:lang w:val="en-US"/>
              </w:rPr>
            </w:pPr>
          </w:p>
        </w:tc>
        <w:tc>
          <w:tcPr>
            <w:tcW w:w="180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700" w:type="dxa"/>
          </w:tcPr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180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</w:tr>
      <w:tr w:rsidR="00647314" w:rsidTr="00FF54A5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647314" w:rsidRDefault="00647314" w:rsidP="00FF54A5">
            <w:pPr>
              <w:jc w:val="center"/>
              <w:rPr>
                <w:sz w:val="20"/>
                <w:lang w:val="en-US"/>
              </w:rPr>
            </w:pPr>
          </w:p>
          <w:p w:rsidR="00647314" w:rsidRDefault="00647314" w:rsidP="00FF54A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Number</w:t>
            </w:r>
          </w:p>
        </w:tc>
        <w:tc>
          <w:tcPr>
            <w:tcW w:w="1800" w:type="dxa"/>
          </w:tcPr>
          <w:p w:rsidR="00647314" w:rsidRDefault="0058150A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Name the Reactants</w:t>
            </w:r>
          </w:p>
        </w:tc>
        <w:tc>
          <w:tcPr>
            <w:tcW w:w="2700" w:type="dxa"/>
          </w:tcPr>
          <w:p w:rsidR="0085181A" w:rsidRDefault="0085181A" w:rsidP="008518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Physical Properties of the Reactants?</w:t>
            </w:r>
          </w:p>
          <w:p w:rsidR="00647314" w:rsidRDefault="00647314" w:rsidP="00FF54A5">
            <w:pPr>
              <w:pStyle w:val="Heading1"/>
            </w:pPr>
            <w:r>
              <w:t>Before</w:t>
            </w:r>
          </w:p>
        </w:tc>
        <w:tc>
          <w:tcPr>
            <w:tcW w:w="2520" w:type="dxa"/>
          </w:tcPr>
          <w:p w:rsidR="00647314" w:rsidRDefault="00647314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Observations </w:t>
            </w:r>
          </w:p>
          <w:p w:rsidR="00647314" w:rsidRDefault="00647314" w:rsidP="00FF54A5">
            <w:pPr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During</w:t>
            </w:r>
          </w:p>
        </w:tc>
        <w:tc>
          <w:tcPr>
            <w:tcW w:w="2520" w:type="dxa"/>
          </w:tcPr>
          <w:p w:rsidR="00647314" w:rsidRDefault="00647314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Observations </w:t>
            </w:r>
          </w:p>
          <w:p w:rsidR="00647314" w:rsidRDefault="00647314" w:rsidP="00FF54A5">
            <w:pPr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After</w:t>
            </w:r>
          </w:p>
        </w:tc>
        <w:tc>
          <w:tcPr>
            <w:tcW w:w="1800" w:type="dxa"/>
          </w:tcPr>
          <w:p w:rsidR="00647314" w:rsidRDefault="00647314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Physical and/or Chemical </w:t>
            </w:r>
            <w:proofErr w:type="gramStart"/>
            <w:r>
              <w:rPr>
                <w:lang w:val="en-US"/>
              </w:rPr>
              <w:t>Change ?</w:t>
            </w:r>
            <w:proofErr w:type="gramEnd"/>
          </w:p>
        </w:tc>
        <w:tc>
          <w:tcPr>
            <w:tcW w:w="2160" w:type="dxa"/>
          </w:tcPr>
          <w:p w:rsidR="00647314" w:rsidRDefault="00647314" w:rsidP="00FF54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Evidence</w:t>
            </w:r>
          </w:p>
        </w:tc>
      </w:tr>
      <w:tr w:rsidR="00647314" w:rsidTr="00FF54A5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647314" w:rsidRDefault="00647314" w:rsidP="00FF54A5">
            <w:pPr>
              <w:rPr>
                <w:sz w:val="36"/>
                <w:lang w:val="en-US"/>
              </w:rPr>
            </w:pPr>
          </w:p>
          <w:p w:rsidR="00647314" w:rsidRDefault="00647314" w:rsidP="00FF54A5">
            <w:pPr>
              <w:rPr>
                <w:sz w:val="36"/>
                <w:lang w:val="en-US"/>
              </w:rPr>
            </w:pPr>
          </w:p>
          <w:p w:rsidR="00647314" w:rsidRDefault="00647314" w:rsidP="00FF54A5">
            <w:pPr>
              <w:rPr>
                <w:sz w:val="36"/>
                <w:lang w:val="en-US"/>
              </w:rPr>
            </w:pPr>
          </w:p>
          <w:p w:rsidR="00647314" w:rsidRDefault="00647314" w:rsidP="00FF54A5">
            <w:pPr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4</w:t>
            </w:r>
          </w:p>
        </w:tc>
        <w:tc>
          <w:tcPr>
            <w:tcW w:w="180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700" w:type="dxa"/>
          </w:tcPr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180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</w:tr>
      <w:tr w:rsidR="00647314" w:rsidTr="00FF54A5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647314" w:rsidRDefault="00647314" w:rsidP="00FF54A5">
            <w:pPr>
              <w:rPr>
                <w:sz w:val="36"/>
                <w:lang w:val="en-US"/>
              </w:rPr>
            </w:pPr>
          </w:p>
          <w:p w:rsidR="00647314" w:rsidRDefault="00647314" w:rsidP="00FF54A5">
            <w:pPr>
              <w:rPr>
                <w:sz w:val="36"/>
                <w:lang w:val="en-US"/>
              </w:rPr>
            </w:pPr>
          </w:p>
          <w:p w:rsidR="00647314" w:rsidRDefault="00647314" w:rsidP="00FF54A5">
            <w:pPr>
              <w:rPr>
                <w:sz w:val="36"/>
                <w:lang w:val="en-US"/>
              </w:rPr>
            </w:pPr>
          </w:p>
          <w:p w:rsidR="00647314" w:rsidRDefault="00647314" w:rsidP="00FF54A5">
            <w:pPr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5</w:t>
            </w:r>
          </w:p>
        </w:tc>
        <w:tc>
          <w:tcPr>
            <w:tcW w:w="180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700" w:type="dxa"/>
          </w:tcPr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180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647314" w:rsidRDefault="00647314" w:rsidP="00FF54A5">
            <w:pPr>
              <w:rPr>
                <w:lang w:val="en-US"/>
              </w:rPr>
            </w:pPr>
          </w:p>
        </w:tc>
      </w:tr>
    </w:tbl>
    <w:p w:rsidR="00647314" w:rsidRDefault="00647314" w:rsidP="00647314">
      <w:pPr>
        <w:rPr>
          <w:lang w:val="en-US"/>
        </w:rPr>
      </w:pPr>
    </w:p>
    <w:p w:rsidR="00647314" w:rsidRDefault="00647314">
      <w:pPr>
        <w:ind w:left="540" w:hanging="540"/>
        <w:rPr>
          <w:lang w:val="en-US"/>
        </w:rPr>
      </w:pPr>
    </w:p>
    <w:sectPr w:rsidR="00647314">
      <w:pgSz w:w="15840" w:h="12240" w:orient="landscape" w:code="1"/>
      <w:pgMar w:top="1152" w:right="1296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0F3" w:rsidRDefault="005870F3">
      <w:r>
        <w:separator/>
      </w:r>
    </w:p>
  </w:endnote>
  <w:endnote w:type="continuationSeparator" w:id="0">
    <w:p w:rsidR="005870F3" w:rsidRDefault="00587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0F3" w:rsidRDefault="005870F3">
      <w:r>
        <w:separator/>
      </w:r>
    </w:p>
  </w:footnote>
  <w:footnote w:type="continuationSeparator" w:id="0">
    <w:p w:rsidR="005870F3" w:rsidRDefault="005870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proofState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5DDD"/>
    <w:rsid w:val="000A6886"/>
    <w:rsid w:val="0058150A"/>
    <w:rsid w:val="005870F3"/>
    <w:rsid w:val="00647314"/>
    <w:rsid w:val="0085181A"/>
    <w:rsid w:val="008B6CD5"/>
    <w:rsid w:val="00B04F04"/>
    <w:rsid w:val="00BB370F"/>
    <w:rsid w:val="00C92A07"/>
    <w:rsid w:val="00D85DDD"/>
    <w:rsid w:val="00E55A89"/>
    <w:rsid w:val="00EE0CE7"/>
    <w:rsid w:val="00FF5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47314"/>
    <w:pPr>
      <w:keepNext/>
      <w:jc w:val="center"/>
      <w:outlineLvl w:val="0"/>
    </w:pPr>
    <w:rPr>
      <w:b/>
      <w:bCs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6473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647314"/>
    <w:rPr>
      <w:b/>
      <w:bCs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5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CHEMICAL OR PHYSICAL CHANGE LAB</vt:lpstr>
    </vt:vector>
  </TitlesOfParts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CHEMICAL OR PHYSICAL CHANGE LAB</dc:title>
  <dc:creator>Ellen Murray</dc:creator>
  <cp:lastModifiedBy>Ellen</cp:lastModifiedBy>
  <cp:revision>2</cp:revision>
  <dcterms:created xsi:type="dcterms:W3CDTF">2011-04-07T03:56:00Z</dcterms:created>
  <dcterms:modified xsi:type="dcterms:W3CDTF">2011-04-07T03:56:00Z</dcterms:modified>
</cp:coreProperties>
</file>